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93" w:rsidRPr="001E4C27" w:rsidRDefault="001E4C27" w:rsidP="001E4C27">
      <w:pPr>
        <w:pStyle w:val="a4"/>
        <w:spacing w:line="240" w:lineRule="auto"/>
        <w:jc w:val="left"/>
        <w:rPr>
          <w:color w:val="0000A0"/>
        </w:rPr>
      </w:pPr>
      <w:r w:rsidRPr="001E4C27">
        <w:rPr>
          <w:noProof/>
          <w:color w:val="0000A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394335</wp:posOffset>
            </wp:positionV>
            <wp:extent cx="812800" cy="828675"/>
            <wp:effectExtent l="19050" t="0" r="6350" b="0"/>
            <wp:wrapSquare wrapText="left"/>
            <wp:docPr id="2" name="Рисунок 18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erb3_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7F86" w:rsidRDefault="002B7F86" w:rsidP="005800F3">
      <w:pPr>
        <w:pStyle w:val="a4"/>
        <w:spacing w:line="240" w:lineRule="auto"/>
        <w:ind w:firstLine="709"/>
      </w:pPr>
    </w:p>
    <w:p w:rsidR="00385704" w:rsidRDefault="00385704" w:rsidP="00004D93">
      <w:pPr>
        <w:pStyle w:val="a4"/>
        <w:spacing w:line="240" w:lineRule="auto"/>
        <w:ind w:firstLine="709"/>
        <w:jc w:val="both"/>
      </w:pPr>
    </w:p>
    <w:p w:rsidR="00BA22D8" w:rsidRDefault="00BA22D8" w:rsidP="00004D93">
      <w:pPr>
        <w:pStyle w:val="a4"/>
        <w:spacing w:line="240" w:lineRule="auto"/>
        <w:ind w:firstLine="709"/>
        <w:jc w:val="both"/>
      </w:pPr>
    </w:p>
    <w:p w:rsidR="00BA22D8" w:rsidRPr="00D463E9" w:rsidRDefault="00BA22D8" w:rsidP="00004D93">
      <w:pPr>
        <w:pStyle w:val="a4"/>
        <w:spacing w:line="240" w:lineRule="auto"/>
        <w:ind w:firstLine="709"/>
        <w:jc w:val="both"/>
      </w:pPr>
    </w:p>
    <w:p w:rsidR="001E4C27" w:rsidRDefault="001E4C27" w:rsidP="00122D06">
      <w:pPr>
        <w:tabs>
          <w:tab w:val="left" w:pos="4395"/>
        </w:tabs>
        <w:autoSpaceDE w:val="0"/>
        <w:autoSpaceDN w:val="0"/>
        <w:adjustRightInd w:val="0"/>
        <w:spacing w:line="240" w:lineRule="auto"/>
        <w:ind w:right="5954"/>
        <w:contextualSpacing/>
        <w:jc w:val="both"/>
        <w:rPr>
          <w:sz w:val="28"/>
          <w:szCs w:val="28"/>
        </w:rPr>
      </w:pPr>
    </w:p>
    <w:p w:rsidR="001E4C27" w:rsidRDefault="001E4C27" w:rsidP="00122D06">
      <w:pPr>
        <w:tabs>
          <w:tab w:val="left" w:pos="4395"/>
        </w:tabs>
        <w:autoSpaceDE w:val="0"/>
        <w:autoSpaceDN w:val="0"/>
        <w:adjustRightInd w:val="0"/>
        <w:spacing w:line="240" w:lineRule="auto"/>
        <w:ind w:right="5954"/>
        <w:contextualSpacing/>
        <w:jc w:val="both"/>
        <w:rPr>
          <w:sz w:val="28"/>
          <w:szCs w:val="28"/>
        </w:rPr>
      </w:pPr>
    </w:p>
    <w:p w:rsidR="00EC5732" w:rsidRDefault="001E4C27" w:rsidP="001E4C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Pr="009E21B6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732" w:rsidRDefault="00EC5732" w:rsidP="00EC573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4C27" w:rsidRPr="009E21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E4C27" w:rsidRPr="009E21B6" w:rsidRDefault="007368C8" w:rsidP="007368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4C27">
        <w:rPr>
          <w:rFonts w:ascii="Times New Roman" w:hAnsi="Times New Roman" w:cs="Times New Roman"/>
          <w:sz w:val="28"/>
          <w:szCs w:val="28"/>
        </w:rPr>
        <w:t xml:space="preserve">РУДНЯНСКИЙ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ОКРУГ» </w:t>
      </w:r>
      <w:r w:rsidR="001E4C27" w:rsidRPr="009E21B6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E4C27" w:rsidRPr="009E21B6" w:rsidRDefault="001E4C27" w:rsidP="001E4C2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E4C27" w:rsidRPr="009E21B6" w:rsidRDefault="001E4C27" w:rsidP="001E4C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71"/>
      <w:bookmarkEnd w:id="0"/>
      <w:r w:rsidRPr="009E21B6">
        <w:rPr>
          <w:rFonts w:ascii="Times New Roman" w:hAnsi="Times New Roman" w:cs="Times New Roman"/>
          <w:sz w:val="28"/>
          <w:szCs w:val="28"/>
        </w:rPr>
        <w:t>ПРИКАЗ</w:t>
      </w:r>
    </w:p>
    <w:p w:rsidR="001E4C27" w:rsidRPr="009E21B6" w:rsidRDefault="00EC5732" w:rsidP="001E4C2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bookmarkStart w:id="1" w:name="_GoBack"/>
      <w:bookmarkEnd w:id="1"/>
      <w:r w:rsidR="007368C8">
        <w:rPr>
          <w:rFonts w:ascii="Times New Roman" w:hAnsi="Times New Roman" w:cs="Times New Roman"/>
          <w:sz w:val="28"/>
          <w:szCs w:val="28"/>
        </w:rPr>
        <w:t>.02.2025</w:t>
      </w:r>
      <w:r w:rsidR="00DB7F2E">
        <w:rPr>
          <w:rFonts w:ascii="Times New Roman" w:hAnsi="Times New Roman" w:cs="Times New Roman"/>
          <w:sz w:val="28"/>
          <w:szCs w:val="28"/>
        </w:rPr>
        <w:t xml:space="preserve"> г.</w:t>
      </w:r>
      <w:r w:rsidR="001E4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042D9">
        <w:rPr>
          <w:rFonts w:ascii="Times New Roman" w:hAnsi="Times New Roman" w:cs="Times New Roman"/>
          <w:sz w:val="28"/>
          <w:szCs w:val="28"/>
        </w:rPr>
        <w:t xml:space="preserve">                              N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</w:p>
    <w:p w:rsidR="001E4C27" w:rsidRPr="009E21B6" w:rsidRDefault="001E4C27" w:rsidP="001E4C2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12F3" w:rsidRPr="00757CA5" w:rsidRDefault="008C7957" w:rsidP="00122D06">
      <w:pPr>
        <w:tabs>
          <w:tab w:val="left" w:pos="4395"/>
        </w:tabs>
        <w:autoSpaceDE w:val="0"/>
        <w:autoSpaceDN w:val="0"/>
        <w:adjustRightInd w:val="0"/>
        <w:spacing w:line="240" w:lineRule="auto"/>
        <w:ind w:right="5954"/>
        <w:contextualSpacing/>
        <w:jc w:val="both"/>
        <w:rPr>
          <w:sz w:val="28"/>
          <w:szCs w:val="28"/>
        </w:rPr>
      </w:pPr>
      <w:r w:rsidRPr="00121817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="001E4C27">
        <w:rPr>
          <w:sz w:val="28"/>
          <w:szCs w:val="28"/>
        </w:rPr>
        <w:t xml:space="preserve"> </w:t>
      </w:r>
      <w:r w:rsidR="007042D9">
        <w:rPr>
          <w:sz w:val="28"/>
          <w:szCs w:val="28"/>
        </w:rPr>
        <w:t xml:space="preserve">Типовой формы соглашения о предоставлении из бюджета муниципального образования </w:t>
      </w:r>
      <w:r w:rsidR="00E86FC1">
        <w:rPr>
          <w:sz w:val="28"/>
          <w:szCs w:val="28"/>
        </w:rPr>
        <w:t>«</w:t>
      </w:r>
      <w:proofErr w:type="spellStart"/>
      <w:r w:rsidR="007042D9">
        <w:rPr>
          <w:sz w:val="28"/>
          <w:szCs w:val="28"/>
        </w:rPr>
        <w:t>Руднянский</w:t>
      </w:r>
      <w:proofErr w:type="spellEnd"/>
      <w:r w:rsidR="007042D9">
        <w:rPr>
          <w:sz w:val="28"/>
          <w:szCs w:val="28"/>
        </w:rPr>
        <w:t xml:space="preserve"> </w:t>
      </w:r>
      <w:r w:rsidR="00E86FC1">
        <w:rPr>
          <w:sz w:val="28"/>
          <w:szCs w:val="28"/>
        </w:rPr>
        <w:t>муниципальный округ»</w:t>
      </w:r>
      <w:r w:rsidR="007042D9">
        <w:rPr>
          <w:sz w:val="28"/>
          <w:szCs w:val="28"/>
        </w:rPr>
        <w:t xml:space="preserve"> Смоленской области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DD12F3" w:rsidRPr="00757CA5" w:rsidRDefault="00DD12F3" w:rsidP="001E4C27">
      <w:pPr>
        <w:tabs>
          <w:tab w:val="left" w:pos="3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7CA5">
        <w:rPr>
          <w:sz w:val="28"/>
          <w:szCs w:val="28"/>
        </w:rPr>
        <w:tab/>
      </w:r>
    </w:p>
    <w:p w:rsidR="008C7957" w:rsidRDefault="008C7957" w:rsidP="008C79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8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7042D9">
        <w:rPr>
          <w:rFonts w:ascii="Times New Roman" w:hAnsi="Times New Roman" w:cs="Times New Roman"/>
          <w:sz w:val="28"/>
          <w:szCs w:val="28"/>
        </w:rPr>
        <w:t>с Бюджетным 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042D9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</w:p>
    <w:p w:rsidR="008C7957" w:rsidRPr="00121817" w:rsidRDefault="008C7957" w:rsidP="008C7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957" w:rsidRDefault="001E4C27" w:rsidP="008C79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8C7957" w:rsidRPr="00497548" w:rsidRDefault="008C7957" w:rsidP="008C79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D9" w:rsidRPr="007368C8" w:rsidRDefault="007042D9" w:rsidP="007368C8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2D9">
        <w:rPr>
          <w:rFonts w:ascii="Times New Roman" w:hAnsi="Times New Roman" w:cs="Times New Roman"/>
          <w:sz w:val="28"/>
          <w:szCs w:val="28"/>
        </w:rPr>
        <w:t>Утвердить прилагаемую Типовую форму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2D9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E86F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042D9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Pr="007042D9">
        <w:rPr>
          <w:rFonts w:ascii="Times New Roman" w:hAnsi="Times New Roman" w:cs="Times New Roman"/>
          <w:sz w:val="28"/>
          <w:szCs w:val="28"/>
        </w:rPr>
        <w:t xml:space="preserve"> </w:t>
      </w:r>
      <w:r w:rsidR="00E86FC1"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7042D9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2D9">
        <w:rPr>
          <w:rFonts w:ascii="Times New Roman" w:hAnsi="Times New Roman" w:cs="Times New Roman"/>
          <w:sz w:val="28"/>
          <w:szCs w:val="28"/>
        </w:rPr>
        <w:t>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(далее – Типовая форма, соглашение).</w:t>
      </w:r>
    </w:p>
    <w:p w:rsidR="00A12AFF" w:rsidRPr="003F3128" w:rsidRDefault="00A12AFF" w:rsidP="008C7957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D4127">
        <w:rPr>
          <w:rFonts w:ascii="Times New Roman" w:hAnsi="Times New Roman" w:cs="Times New Roman"/>
          <w:sz w:val="28"/>
          <w:szCs w:val="28"/>
        </w:rPr>
        <w:t>даты</w:t>
      </w:r>
      <w:r>
        <w:rPr>
          <w:rFonts w:ascii="Times New Roman" w:hAnsi="Times New Roman" w:cs="Times New Roman"/>
          <w:sz w:val="28"/>
          <w:szCs w:val="28"/>
        </w:rPr>
        <w:t xml:space="preserve">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C0349" w:rsidRPr="002C0349" w:rsidRDefault="002C0349" w:rsidP="002C0349">
      <w:pPr>
        <w:pStyle w:val="ConsPlusNormal"/>
        <w:tabs>
          <w:tab w:val="left" w:pos="851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7957" w:rsidRDefault="008C7957" w:rsidP="008C7957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E4C27" w:rsidRDefault="001E4C27" w:rsidP="008C7957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7957" w:rsidRDefault="007368C8" w:rsidP="008C7957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</w:t>
      </w:r>
      <w:r w:rsidR="001E4C27">
        <w:rPr>
          <w:rFonts w:ascii="Times New Roman" w:hAnsi="Times New Roman" w:cs="Times New Roman"/>
          <w:sz w:val="28"/>
          <w:szCs w:val="28"/>
        </w:rPr>
        <w:t>инансового управления                                                Е.В. Гончарова</w:t>
      </w:r>
    </w:p>
    <w:p w:rsidR="00DB7F2E" w:rsidRDefault="00A12AFF" w:rsidP="00DB7F2E">
      <w:r>
        <w:rPr>
          <w:szCs w:val="28"/>
        </w:rPr>
        <w:tab/>
        <w:t xml:space="preserve"> </w:t>
      </w:r>
      <w:r w:rsidR="005B5E28">
        <w:rPr>
          <w:szCs w:val="28"/>
        </w:rPr>
        <w:tab/>
      </w:r>
    </w:p>
    <w:p w:rsidR="00DB7F2E" w:rsidRDefault="00DB7F2E" w:rsidP="00DB7F2E">
      <w:pPr>
        <w:pStyle w:val="1"/>
        <w:ind w:right="-55"/>
        <w:jc w:val="left"/>
      </w:pPr>
    </w:p>
    <w:sectPr w:rsidR="00DB7F2E" w:rsidSect="007042D9">
      <w:headerReference w:type="even" r:id="rId10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36" w:rsidRDefault="00AA5736">
      <w:r>
        <w:separator/>
      </w:r>
    </w:p>
  </w:endnote>
  <w:endnote w:type="continuationSeparator" w:id="0">
    <w:p w:rsidR="00AA5736" w:rsidRDefault="00AA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36" w:rsidRDefault="00AA5736">
      <w:r>
        <w:separator/>
      </w:r>
    </w:p>
  </w:footnote>
  <w:footnote w:type="continuationSeparator" w:id="0">
    <w:p w:rsidR="00AA5736" w:rsidRDefault="00AA5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40" w:rsidRDefault="00D514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2544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5440" w:rsidRDefault="005254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3ED6"/>
    <w:multiLevelType w:val="hybridMultilevel"/>
    <w:tmpl w:val="BAA873DE"/>
    <w:lvl w:ilvl="0" w:tplc="DF2C18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4A7B09"/>
    <w:multiLevelType w:val="hybridMultilevel"/>
    <w:tmpl w:val="64B4C130"/>
    <w:lvl w:ilvl="0" w:tplc="25847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43072"/>
    <w:multiLevelType w:val="multilevel"/>
    <w:tmpl w:val="C67AE3EA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3406F0"/>
    <w:multiLevelType w:val="hybridMultilevel"/>
    <w:tmpl w:val="8E5E387A"/>
    <w:lvl w:ilvl="0" w:tplc="29F04654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ED716A"/>
    <w:multiLevelType w:val="hybridMultilevel"/>
    <w:tmpl w:val="B60201AA"/>
    <w:lvl w:ilvl="0" w:tplc="102E0C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7712D3"/>
    <w:multiLevelType w:val="hybridMultilevel"/>
    <w:tmpl w:val="06928522"/>
    <w:lvl w:ilvl="0" w:tplc="0562FEF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2F3"/>
    <w:rsid w:val="000021BE"/>
    <w:rsid w:val="00002693"/>
    <w:rsid w:val="0000382E"/>
    <w:rsid w:val="00004D93"/>
    <w:rsid w:val="000143E7"/>
    <w:rsid w:val="000152A9"/>
    <w:rsid w:val="0001757D"/>
    <w:rsid w:val="000209E8"/>
    <w:rsid w:val="00021CA8"/>
    <w:rsid w:val="000260C8"/>
    <w:rsid w:val="000268F3"/>
    <w:rsid w:val="00035677"/>
    <w:rsid w:val="00056A27"/>
    <w:rsid w:val="00061D3B"/>
    <w:rsid w:val="00063DF4"/>
    <w:rsid w:val="00072CBF"/>
    <w:rsid w:val="00076983"/>
    <w:rsid w:val="00082AEC"/>
    <w:rsid w:val="000878D8"/>
    <w:rsid w:val="000B5B04"/>
    <w:rsid w:val="000C5CD6"/>
    <w:rsid w:val="000C7A3C"/>
    <w:rsid w:val="000E10BE"/>
    <w:rsid w:val="0010291A"/>
    <w:rsid w:val="00110904"/>
    <w:rsid w:val="00113DEE"/>
    <w:rsid w:val="0011454D"/>
    <w:rsid w:val="00117F97"/>
    <w:rsid w:val="00122D06"/>
    <w:rsid w:val="00131F09"/>
    <w:rsid w:val="00136270"/>
    <w:rsid w:val="00136A95"/>
    <w:rsid w:val="001525BC"/>
    <w:rsid w:val="00156A8B"/>
    <w:rsid w:val="00157AE2"/>
    <w:rsid w:val="001602A3"/>
    <w:rsid w:val="00164639"/>
    <w:rsid w:val="001646DA"/>
    <w:rsid w:val="00183E8C"/>
    <w:rsid w:val="001901D1"/>
    <w:rsid w:val="001A76DD"/>
    <w:rsid w:val="001B288F"/>
    <w:rsid w:val="001C1007"/>
    <w:rsid w:val="001C6695"/>
    <w:rsid w:val="001D39B2"/>
    <w:rsid w:val="001E342F"/>
    <w:rsid w:val="001E4C27"/>
    <w:rsid w:val="001E51BA"/>
    <w:rsid w:val="001E5F31"/>
    <w:rsid w:val="001F07D1"/>
    <w:rsid w:val="00200BB9"/>
    <w:rsid w:val="00201EA7"/>
    <w:rsid w:val="00212FE8"/>
    <w:rsid w:val="00217AB8"/>
    <w:rsid w:val="0022377D"/>
    <w:rsid w:val="002252F5"/>
    <w:rsid w:val="00233000"/>
    <w:rsid w:val="00235121"/>
    <w:rsid w:val="0024276D"/>
    <w:rsid w:val="00250323"/>
    <w:rsid w:val="00250F3E"/>
    <w:rsid w:val="002518E9"/>
    <w:rsid w:val="00262932"/>
    <w:rsid w:val="00264D47"/>
    <w:rsid w:val="0026532F"/>
    <w:rsid w:val="00271B58"/>
    <w:rsid w:val="0028514E"/>
    <w:rsid w:val="00287F9C"/>
    <w:rsid w:val="00293A3A"/>
    <w:rsid w:val="002B7F86"/>
    <w:rsid w:val="002C0349"/>
    <w:rsid w:val="002D5ABA"/>
    <w:rsid w:val="002E2E20"/>
    <w:rsid w:val="002F16DC"/>
    <w:rsid w:val="00300903"/>
    <w:rsid w:val="00300A25"/>
    <w:rsid w:val="00311305"/>
    <w:rsid w:val="00322D45"/>
    <w:rsid w:val="003255BA"/>
    <w:rsid w:val="0032663A"/>
    <w:rsid w:val="00337B27"/>
    <w:rsid w:val="00383783"/>
    <w:rsid w:val="00385704"/>
    <w:rsid w:val="00397D5A"/>
    <w:rsid w:val="003A6666"/>
    <w:rsid w:val="003C5F67"/>
    <w:rsid w:val="003F3128"/>
    <w:rsid w:val="003F55F7"/>
    <w:rsid w:val="003F7D44"/>
    <w:rsid w:val="004060DF"/>
    <w:rsid w:val="00411919"/>
    <w:rsid w:val="004132E6"/>
    <w:rsid w:val="004144FC"/>
    <w:rsid w:val="00415D7E"/>
    <w:rsid w:val="00423A3F"/>
    <w:rsid w:val="00426983"/>
    <w:rsid w:val="00432389"/>
    <w:rsid w:val="004369C1"/>
    <w:rsid w:val="004613DA"/>
    <w:rsid w:val="00465B83"/>
    <w:rsid w:val="00477962"/>
    <w:rsid w:val="0049596F"/>
    <w:rsid w:val="0049712F"/>
    <w:rsid w:val="004B27D6"/>
    <w:rsid w:val="004B7F31"/>
    <w:rsid w:val="004C4182"/>
    <w:rsid w:val="004E5131"/>
    <w:rsid w:val="004E6ECF"/>
    <w:rsid w:val="004F51B2"/>
    <w:rsid w:val="005013B1"/>
    <w:rsid w:val="00503E99"/>
    <w:rsid w:val="00504D46"/>
    <w:rsid w:val="00510AB5"/>
    <w:rsid w:val="00521403"/>
    <w:rsid w:val="00525440"/>
    <w:rsid w:val="00526FFA"/>
    <w:rsid w:val="00531D32"/>
    <w:rsid w:val="005340B6"/>
    <w:rsid w:val="0053435F"/>
    <w:rsid w:val="00535D2B"/>
    <w:rsid w:val="00542C7C"/>
    <w:rsid w:val="0055060A"/>
    <w:rsid w:val="00561DA3"/>
    <w:rsid w:val="00565025"/>
    <w:rsid w:val="005662E2"/>
    <w:rsid w:val="00570473"/>
    <w:rsid w:val="005800F3"/>
    <w:rsid w:val="005927D2"/>
    <w:rsid w:val="005A4DB0"/>
    <w:rsid w:val="005B399B"/>
    <w:rsid w:val="005B5E28"/>
    <w:rsid w:val="005B5E72"/>
    <w:rsid w:val="005C5451"/>
    <w:rsid w:val="005D0E9E"/>
    <w:rsid w:val="005D62E8"/>
    <w:rsid w:val="005E0986"/>
    <w:rsid w:val="005E4081"/>
    <w:rsid w:val="005E6FC8"/>
    <w:rsid w:val="00607AF8"/>
    <w:rsid w:val="006112BF"/>
    <w:rsid w:val="00624650"/>
    <w:rsid w:val="006477D7"/>
    <w:rsid w:val="0065334C"/>
    <w:rsid w:val="00657E68"/>
    <w:rsid w:val="00662F82"/>
    <w:rsid w:val="00671BF6"/>
    <w:rsid w:val="0069396F"/>
    <w:rsid w:val="006B7E59"/>
    <w:rsid w:val="006D2F3D"/>
    <w:rsid w:val="006E1ED9"/>
    <w:rsid w:val="006E2F85"/>
    <w:rsid w:val="006F67DC"/>
    <w:rsid w:val="00701FC5"/>
    <w:rsid w:val="007042D9"/>
    <w:rsid w:val="00712919"/>
    <w:rsid w:val="007368C8"/>
    <w:rsid w:val="00740B44"/>
    <w:rsid w:val="00741413"/>
    <w:rsid w:val="0074221F"/>
    <w:rsid w:val="00765ED0"/>
    <w:rsid w:val="0077171F"/>
    <w:rsid w:val="0079252D"/>
    <w:rsid w:val="007D4127"/>
    <w:rsid w:val="007E0B82"/>
    <w:rsid w:val="007E575F"/>
    <w:rsid w:val="007E5FFD"/>
    <w:rsid w:val="00800897"/>
    <w:rsid w:val="008010D4"/>
    <w:rsid w:val="008036E5"/>
    <w:rsid w:val="008039E3"/>
    <w:rsid w:val="008071A9"/>
    <w:rsid w:val="00815B8B"/>
    <w:rsid w:val="00815CC9"/>
    <w:rsid w:val="008317D5"/>
    <w:rsid w:val="00847350"/>
    <w:rsid w:val="00853AD9"/>
    <w:rsid w:val="00870F3F"/>
    <w:rsid w:val="00871873"/>
    <w:rsid w:val="008758E9"/>
    <w:rsid w:val="00877D6E"/>
    <w:rsid w:val="008918EF"/>
    <w:rsid w:val="00894ED3"/>
    <w:rsid w:val="008A2A32"/>
    <w:rsid w:val="008B7BD8"/>
    <w:rsid w:val="008C6E67"/>
    <w:rsid w:val="008C7957"/>
    <w:rsid w:val="008D2762"/>
    <w:rsid w:val="008D55D4"/>
    <w:rsid w:val="008E02CB"/>
    <w:rsid w:val="008E2D9A"/>
    <w:rsid w:val="008E4A85"/>
    <w:rsid w:val="009032F3"/>
    <w:rsid w:val="00903BAC"/>
    <w:rsid w:val="00915C01"/>
    <w:rsid w:val="009164FC"/>
    <w:rsid w:val="00916608"/>
    <w:rsid w:val="00916775"/>
    <w:rsid w:val="0091738A"/>
    <w:rsid w:val="00917629"/>
    <w:rsid w:val="00925850"/>
    <w:rsid w:val="009359D7"/>
    <w:rsid w:val="00941F6B"/>
    <w:rsid w:val="00942C07"/>
    <w:rsid w:val="00943657"/>
    <w:rsid w:val="009476F1"/>
    <w:rsid w:val="00967EC9"/>
    <w:rsid w:val="00971DD6"/>
    <w:rsid w:val="009771E8"/>
    <w:rsid w:val="00977EEE"/>
    <w:rsid w:val="00982804"/>
    <w:rsid w:val="00986526"/>
    <w:rsid w:val="0099279A"/>
    <w:rsid w:val="009A3DFE"/>
    <w:rsid w:val="009B0E1B"/>
    <w:rsid w:val="009C1829"/>
    <w:rsid w:val="009D0D41"/>
    <w:rsid w:val="009D7980"/>
    <w:rsid w:val="009E51A9"/>
    <w:rsid w:val="00A02F59"/>
    <w:rsid w:val="00A06453"/>
    <w:rsid w:val="00A12AFF"/>
    <w:rsid w:val="00A24E30"/>
    <w:rsid w:val="00A24F40"/>
    <w:rsid w:val="00A270C5"/>
    <w:rsid w:val="00A278DD"/>
    <w:rsid w:val="00A3212D"/>
    <w:rsid w:val="00A32BF8"/>
    <w:rsid w:val="00A339D8"/>
    <w:rsid w:val="00A3738A"/>
    <w:rsid w:val="00A4030C"/>
    <w:rsid w:val="00A44448"/>
    <w:rsid w:val="00A669C5"/>
    <w:rsid w:val="00A70E41"/>
    <w:rsid w:val="00A7419F"/>
    <w:rsid w:val="00A952BD"/>
    <w:rsid w:val="00AA42E0"/>
    <w:rsid w:val="00AA5736"/>
    <w:rsid w:val="00AA641D"/>
    <w:rsid w:val="00AC1659"/>
    <w:rsid w:val="00AD3C43"/>
    <w:rsid w:val="00AF74C6"/>
    <w:rsid w:val="00B024FF"/>
    <w:rsid w:val="00B05464"/>
    <w:rsid w:val="00B07EB5"/>
    <w:rsid w:val="00B134A7"/>
    <w:rsid w:val="00B1402B"/>
    <w:rsid w:val="00B20460"/>
    <w:rsid w:val="00B32C4C"/>
    <w:rsid w:val="00B42A1E"/>
    <w:rsid w:val="00B56F8B"/>
    <w:rsid w:val="00B60034"/>
    <w:rsid w:val="00BA22D8"/>
    <w:rsid w:val="00BA5A87"/>
    <w:rsid w:val="00BB061A"/>
    <w:rsid w:val="00BB47CD"/>
    <w:rsid w:val="00BD211D"/>
    <w:rsid w:val="00BD29CE"/>
    <w:rsid w:val="00BD3C20"/>
    <w:rsid w:val="00BE6F71"/>
    <w:rsid w:val="00BF1A02"/>
    <w:rsid w:val="00BF55E8"/>
    <w:rsid w:val="00C028EB"/>
    <w:rsid w:val="00C03C23"/>
    <w:rsid w:val="00C34083"/>
    <w:rsid w:val="00C35E26"/>
    <w:rsid w:val="00C4250E"/>
    <w:rsid w:val="00C72AFA"/>
    <w:rsid w:val="00C80349"/>
    <w:rsid w:val="00C9146A"/>
    <w:rsid w:val="00C92A24"/>
    <w:rsid w:val="00C93176"/>
    <w:rsid w:val="00CA1330"/>
    <w:rsid w:val="00CA6B39"/>
    <w:rsid w:val="00CB662F"/>
    <w:rsid w:val="00CC0634"/>
    <w:rsid w:val="00CC0995"/>
    <w:rsid w:val="00CD4CA8"/>
    <w:rsid w:val="00CE4729"/>
    <w:rsid w:val="00CF2E40"/>
    <w:rsid w:val="00D02863"/>
    <w:rsid w:val="00D0507E"/>
    <w:rsid w:val="00D153B2"/>
    <w:rsid w:val="00D32B51"/>
    <w:rsid w:val="00D36EDE"/>
    <w:rsid w:val="00D463E9"/>
    <w:rsid w:val="00D512BF"/>
    <w:rsid w:val="00D514D3"/>
    <w:rsid w:val="00D564BA"/>
    <w:rsid w:val="00D62FAB"/>
    <w:rsid w:val="00D65E13"/>
    <w:rsid w:val="00D727BD"/>
    <w:rsid w:val="00D8679E"/>
    <w:rsid w:val="00D86ADD"/>
    <w:rsid w:val="00DA13DF"/>
    <w:rsid w:val="00DA5E5D"/>
    <w:rsid w:val="00DB4AF2"/>
    <w:rsid w:val="00DB7F2E"/>
    <w:rsid w:val="00DC48B7"/>
    <w:rsid w:val="00DC7EDB"/>
    <w:rsid w:val="00DD12F3"/>
    <w:rsid w:val="00DE354C"/>
    <w:rsid w:val="00DE3A2B"/>
    <w:rsid w:val="00DE43F3"/>
    <w:rsid w:val="00DE5950"/>
    <w:rsid w:val="00E07FBA"/>
    <w:rsid w:val="00E20039"/>
    <w:rsid w:val="00E422D7"/>
    <w:rsid w:val="00E4445B"/>
    <w:rsid w:val="00E44ECC"/>
    <w:rsid w:val="00E577B9"/>
    <w:rsid w:val="00E600E1"/>
    <w:rsid w:val="00E640CC"/>
    <w:rsid w:val="00E65DA0"/>
    <w:rsid w:val="00E72F49"/>
    <w:rsid w:val="00E77274"/>
    <w:rsid w:val="00E86FC1"/>
    <w:rsid w:val="00E87713"/>
    <w:rsid w:val="00EA3D1C"/>
    <w:rsid w:val="00EB7422"/>
    <w:rsid w:val="00EC3DD9"/>
    <w:rsid w:val="00EC401E"/>
    <w:rsid w:val="00EC5732"/>
    <w:rsid w:val="00EC7050"/>
    <w:rsid w:val="00EE37C7"/>
    <w:rsid w:val="00EE741E"/>
    <w:rsid w:val="00F00A36"/>
    <w:rsid w:val="00F00EDA"/>
    <w:rsid w:val="00F11CC3"/>
    <w:rsid w:val="00F14D27"/>
    <w:rsid w:val="00F23714"/>
    <w:rsid w:val="00F243A1"/>
    <w:rsid w:val="00F422AD"/>
    <w:rsid w:val="00F5281E"/>
    <w:rsid w:val="00F534FB"/>
    <w:rsid w:val="00F5668F"/>
    <w:rsid w:val="00F61F58"/>
    <w:rsid w:val="00F70167"/>
    <w:rsid w:val="00F74437"/>
    <w:rsid w:val="00F8188C"/>
    <w:rsid w:val="00F86AF8"/>
    <w:rsid w:val="00F97302"/>
    <w:rsid w:val="00FA5FCB"/>
    <w:rsid w:val="00FA65E0"/>
    <w:rsid w:val="00FA70A6"/>
    <w:rsid w:val="00FA7D11"/>
    <w:rsid w:val="00FB5C07"/>
    <w:rsid w:val="00FB7C4B"/>
    <w:rsid w:val="00FC05AF"/>
    <w:rsid w:val="00FE34E1"/>
    <w:rsid w:val="00FE6489"/>
    <w:rsid w:val="00FF0627"/>
    <w:rsid w:val="00FF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rsid w:val="00B05464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B05464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styleId="a4">
    <w:name w:val="Body Text"/>
    <w:basedOn w:val="a"/>
    <w:rsid w:val="00B05464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B05464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B0546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11">
    <w:name w:val="Обычный1"/>
    <w:rsid w:val="00B1402B"/>
  </w:style>
  <w:style w:type="paragraph" w:customStyle="1" w:styleId="ConsNonformat">
    <w:name w:val="ConsNonformat"/>
    <w:rsid w:val="00B140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">
    <w:name w:val="Основной текст 21"/>
    <w:basedOn w:val="11"/>
    <w:rsid w:val="00B1402B"/>
    <w:pPr>
      <w:ind w:left="4678"/>
    </w:pPr>
  </w:style>
  <w:style w:type="paragraph" w:customStyle="1" w:styleId="ConsPlusNormal">
    <w:name w:val="ConsPlusNormal"/>
    <w:rsid w:val="00741413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d">
    <w:name w:val="List Paragraph"/>
    <w:basedOn w:val="a"/>
    <w:uiPriority w:val="34"/>
    <w:qFormat/>
    <w:rsid w:val="00741413"/>
    <w:pPr>
      <w:ind w:left="720"/>
      <w:contextualSpacing/>
    </w:pPr>
  </w:style>
  <w:style w:type="paragraph" w:customStyle="1" w:styleId="ConsPlusTitle">
    <w:name w:val="ConsPlusTitle"/>
    <w:rsid w:val="008C7957"/>
    <w:pPr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ConsNormal">
    <w:name w:val="ConsNormal"/>
    <w:rsid w:val="008C79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49596F"/>
    <w:rPr>
      <w:sz w:val="24"/>
    </w:rPr>
  </w:style>
  <w:style w:type="paragraph" w:customStyle="1" w:styleId="ConsPlusNonformat">
    <w:name w:val="ConsPlusNonformat"/>
    <w:uiPriority w:val="99"/>
    <w:rsid w:val="0049596F"/>
    <w:pPr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49596F"/>
    <w:pPr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11">
    <w:name w:val="Обычный1"/>
    <w:rsid w:val="00B1402B"/>
  </w:style>
  <w:style w:type="paragraph" w:customStyle="1" w:styleId="ConsNonformat">
    <w:name w:val="ConsNonformat"/>
    <w:rsid w:val="00B140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">
    <w:name w:val="Основной текст 21"/>
    <w:basedOn w:val="11"/>
    <w:rsid w:val="00B1402B"/>
    <w:pPr>
      <w:ind w:left="4678"/>
    </w:pPr>
  </w:style>
  <w:style w:type="paragraph" w:customStyle="1" w:styleId="ConsPlusNormal">
    <w:name w:val="ConsPlusNormal"/>
    <w:rsid w:val="00741413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d">
    <w:name w:val="List Paragraph"/>
    <w:basedOn w:val="a"/>
    <w:uiPriority w:val="34"/>
    <w:qFormat/>
    <w:rsid w:val="00741413"/>
    <w:pPr>
      <w:ind w:left="720"/>
      <w:contextualSpacing/>
    </w:pPr>
  </w:style>
  <w:style w:type="paragraph" w:customStyle="1" w:styleId="ConsPlusTitle">
    <w:name w:val="ConsPlusTitle"/>
    <w:rsid w:val="008C7957"/>
    <w:pPr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ConsNormal">
    <w:name w:val="ConsNormal"/>
    <w:rsid w:val="008C79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49596F"/>
    <w:rPr>
      <w:sz w:val="24"/>
    </w:rPr>
  </w:style>
  <w:style w:type="paragraph" w:customStyle="1" w:styleId="ConsPlusNonformat">
    <w:name w:val="ConsPlusNonformat"/>
    <w:uiPriority w:val="99"/>
    <w:rsid w:val="0049596F"/>
    <w:pPr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49596F"/>
    <w:pPr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darskaya_EN.FIN\Desktop\&#1055;&#1088;&#1080;&#1082;&#1072;&#1079;%20&#1052;&#106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30AD-DD62-48BA-A204-6B330C75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МФ</Template>
  <TotalTime>140</TotalTime>
  <Pages>1</Pages>
  <Words>147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1396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https://fin.smolensk.ru/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Ландарская Елена Николаевна</dc:creator>
  <cp:lastModifiedBy>Мандрикова</cp:lastModifiedBy>
  <cp:revision>26</cp:revision>
  <cp:lastPrinted>2024-08-01T10:50:00Z</cp:lastPrinted>
  <dcterms:created xsi:type="dcterms:W3CDTF">2024-05-15T11:57:00Z</dcterms:created>
  <dcterms:modified xsi:type="dcterms:W3CDTF">2025-02-26T12:47:00Z</dcterms:modified>
</cp:coreProperties>
</file>